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244" w:rsidRDefault="00DD6244">
      <w:pPr>
        <w:rPr>
          <w:rFonts w:ascii="Times New Roman" w:hAnsi="Times New Roman"/>
          <w:b/>
          <w:sz w:val="28"/>
          <w:szCs w:val="28"/>
        </w:rPr>
      </w:pPr>
      <w:r w:rsidRPr="00A37810">
        <w:rPr>
          <w:rFonts w:ascii="Times New Roman" w:hAnsi="Times New Roman"/>
          <w:b/>
          <w:sz w:val="28"/>
          <w:szCs w:val="28"/>
        </w:rPr>
        <w:t>The Castor Oil Method for Treating Pearly Penile Papules</w:t>
      </w:r>
    </w:p>
    <w:p w:rsidR="00DD6244" w:rsidRDefault="00DD6244">
      <w:pPr>
        <w:rPr>
          <w:rFonts w:ascii="Times New Roman" w:hAnsi="Times New Roman"/>
          <w:sz w:val="24"/>
          <w:szCs w:val="24"/>
        </w:rPr>
      </w:pPr>
      <w:r w:rsidRPr="00B32976">
        <w:rPr>
          <w:rFonts w:ascii="Times New Roman" w:hAnsi="Times New Roman"/>
          <w:sz w:val="24"/>
          <w:szCs w:val="24"/>
        </w:rPr>
        <w:t>If you have woke up one morning with some very ugly bumps on the head of your penis,</w:t>
      </w:r>
      <w:r>
        <w:rPr>
          <w:rFonts w:ascii="Times New Roman" w:hAnsi="Times New Roman"/>
          <w:sz w:val="24"/>
          <w:szCs w:val="24"/>
        </w:rPr>
        <w:t xml:space="preserve"> which not only are extremely anesthetic, but they also cause you discomfort when your penis constricted, then you probably suffer from pearly penile papules. This is a skin condition which affects male population and which even though it is not very painful, is a condition with which you can hardly leave. </w:t>
      </w:r>
    </w:p>
    <w:p w:rsidR="00DD6244" w:rsidRDefault="00DD6244">
      <w:pPr>
        <w:rPr>
          <w:rFonts w:ascii="Times New Roman" w:hAnsi="Times New Roman"/>
          <w:sz w:val="24"/>
          <w:szCs w:val="24"/>
        </w:rPr>
      </w:pPr>
      <w:r>
        <w:rPr>
          <w:rFonts w:ascii="Times New Roman" w:hAnsi="Times New Roman"/>
          <w:sz w:val="24"/>
          <w:szCs w:val="24"/>
        </w:rPr>
        <w:t xml:space="preserve">If you go to a doctor you will probably find out that the only medical remedy for this condition is surgery. You will also be told that the recovery period is quite painful and if the condition is severe you will have to undergo more than one session in order to completely get rid of this condition. This can be quite discouraging for many men, but it is definitely not a situation in which you should despair as there are still other treatments with good results which can be done in order to get rid of the pearly penile papules. </w:t>
      </w:r>
    </w:p>
    <w:p w:rsidR="00DD6244" w:rsidRDefault="00DD6244">
      <w:pPr>
        <w:rPr>
          <w:rFonts w:ascii="Times New Roman" w:hAnsi="Times New Roman"/>
          <w:sz w:val="24"/>
          <w:szCs w:val="24"/>
        </w:rPr>
      </w:pPr>
      <w:r>
        <w:rPr>
          <w:rFonts w:ascii="Times New Roman" w:hAnsi="Times New Roman"/>
          <w:sz w:val="24"/>
          <w:szCs w:val="24"/>
        </w:rPr>
        <w:t xml:space="preserve">One of the most used methods for making the pearly penile papules disappear is the castor oil treatment. This method involves the application of castor oil onto the affected area about three or four times per day for a period longer than a week. In general, the time after which the first signs are visible varies according to the type of skin you have and the severity of the condition which must be treated. </w:t>
      </w:r>
    </w:p>
    <w:p w:rsidR="00DD6244" w:rsidRDefault="00DD6244">
      <w:pPr>
        <w:rPr>
          <w:rFonts w:ascii="Times New Roman" w:hAnsi="Times New Roman"/>
          <w:sz w:val="24"/>
          <w:szCs w:val="24"/>
        </w:rPr>
      </w:pPr>
      <w:r>
        <w:rPr>
          <w:rFonts w:ascii="Times New Roman" w:hAnsi="Times New Roman"/>
          <w:sz w:val="24"/>
          <w:szCs w:val="24"/>
        </w:rPr>
        <w:t xml:space="preserve">In order for the castor oil to be more effective you will have to wash the affected area with some antibacterial soap and warm water. Then make sure that the surface of the skin is completely dry before applying the oil. Another secret which can influence the action of the castor oil is the amount of substance you should apply on the papules. If you want to have great results you should not be stingy with the amount of castor oil you apply on the affected area. The more oil you apply, the greater the chances of making the papules disappear faster. </w:t>
      </w:r>
    </w:p>
    <w:p w:rsidR="00DD6244" w:rsidRDefault="00DD6244">
      <w:pPr>
        <w:rPr>
          <w:rFonts w:ascii="Times New Roman" w:hAnsi="Times New Roman"/>
          <w:sz w:val="24"/>
          <w:szCs w:val="24"/>
        </w:rPr>
      </w:pPr>
      <w:r>
        <w:rPr>
          <w:rFonts w:ascii="Times New Roman" w:hAnsi="Times New Roman"/>
          <w:sz w:val="24"/>
          <w:szCs w:val="24"/>
        </w:rPr>
        <w:t>So, if for various reasons you are not convinced to undergo surgery, you should try the castor oil treatment. It had worked for many people and it may be the solution you are looking for.</w:t>
      </w:r>
    </w:p>
    <w:p w:rsidR="00DD6244" w:rsidRDefault="00DD6244">
      <w:pPr>
        <w:rPr>
          <w:rFonts w:ascii="Times New Roman" w:hAnsi="Times New Roman"/>
          <w:sz w:val="24"/>
          <w:szCs w:val="24"/>
        </w:rPr>
      </w:pPr>
      <w:r>
        <w:rPr>
          <w:rFonts w:ascii="Times New Roman" w:hAnsi="Times New Roman"/>
          <w:sz w:val="24"/>
          <w:szCs w:val="24"/>
        </w:rPr>
        <w:t>Resource box:</w:t>
      </w:r>
    </w:p>
    <w:p w:rsidR="00DD6244" w:rsidRDefault="00DD6244">
      <w:pPr>
        <w:rPr>
          <w:rFonts w:ascii="Times New Roman" w:hAnsi="Times New Roman"/>
          <w:sz w:val="24"/>
          <w:szCs w:val="24"/>
        </w:rPr>
      </w:pPr>
      <w:r>
        <w:rPr>
          <w:rFonts w:ascii="Times New Roman" w:hAnsi="Times New Roman"/>
          <w:sz w:val="24"/>
          <w:szCs w:val="24"/>
        </w:rPr>
        <w:t xml:space="preserve">If you want an effective method of treating pearly penile papules, then </w:t>
      </w:r>
      <w:r w:rsidRPr="00566FD8">
        <w:rPr>
          <w:rFonts w:ascii="Times New Roman" w:hAnsi="Times New Roman"/>
          <w:sz w:val="24"/>
          <w:szCs w:val="24"/>
        </w:rPr>
        <w:t>&lt;a href="http://www.pearlypapulesremoval.com"&gt;Click Here...&lt;/a&gt;</w:t>
      </w:r>
      <w:r>
        <w:rPr>
          <w:rFonts w:ascii="Times New Roman" w:hAnsi="Times New Roman"/>
          <w:sz w:val="24"/>
          <w:szCs w:val="24"/>
        </w:rPr>
        <w:t>. You will learn more about this treatment and will find out the steps which must be undergone in order to get rid of the pearly penile papules for</w:t>
      </w:r>
      <w:bookmarkStart w:id="0" w:name="_GoBack"/>
      <w:bookmarkEnd w:id="0"/>
      <w:r>
        <w:rPr>
          <w:rFonts w:ascii="Times New Roman" w:hAnsi="Times New Roman"/>
          <w:sz w:val="24"/>
          <w:szCs w:val="24"/>
        </w:rPr>
        <w:t xml:space="preserve">ever. </w:t>
      </w:r>
    </w:p>
    <w:p w:rsidR="00DD6244" w:rsidRDefault="00DD6244">
      <w:pPr>
        <w:rPr>
          <w:rFonts w:ascii="Times New Roman" w:hAnsi="Times New Roman"/>
          <w:sz w:val="24"/>
          <w:szCs w:val="24"/>
        </w:rPr>
      </w:pPr>
    </w:p>
    <w:p w:rsidR="00DD6244" w:rsidRPr="008E0348" w:rsidRDefault="00DD6244">
      <w:pPr>
        <w:rPr>
          <w:rFonts w:ascii="Times New Roman" w:hAnsi="Times New Roman"/>
          <w:sz w:val="24"/>
          <w:szCs w:val="24"/>
        </w:rPr>
      </w:pPr>
      <w:r w:rsidRPr="008E0348">
        <w:rPr>
          <w:rFonts w:ascii="Times New Roman" w:hAnsi="Times New Roman"/>
          <w:sz w:val="24"/>
          <w:szCs w:val="24"/>
        </w:rPr>
        <w:t>&lt;a href="http://www.pearlypapulesremoval.com"&gt;Pearly Papules Removal&lt;/a&gt;</w:t>
      </w:r>
    </w:p>
    <w:sectPr w:rsidR="00DD6244" w:rsidRPr="008E0348" w:rsidSect="00A37810">
      <w:pgSz w:w="12240" w:h="15840"/>
      <w:pgMar w:top="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7810"/>
    <w:rsid w:val="001B4EF5"/>
    <w:rsid w:val="001B6BFB"/>
    <w:rsid w:val="00322108"/>
    <w:rsid w:val="00400A90"/>
    <w:rsid w:val="004D5E34"/>
    <w:rsid w:val="00566FD8"/>
    <w:rsid w:val="00664DC8"/>
    <w:rsid w:val="007D6ACB"/>
    <w:rsid w:val="00830569"/>
    <w:rsid w:val="00846BEC"/>
    <w:rsid w:val="00884DF5"/>
    <w:rsid w:val="008E0348"/>
    <w:rsid w:val="00A00435"/>
    <w:rsid w:val="00A37810"/>
    <w:rsid w:val="00B13713"/>
    <w:rsid w:val="00B32976"/>
    <w:rsid w:val="00B876A2"/>
    <w:rsid w:val="00BB03CE"/>
    <w:rsid w:val="00C95C20"/>
    <w:rsid w:val="00DD6244"/>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108"/>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1</Pages>
  <Words>375</Words>
  <Characters>2140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24</cp:revision>
  <dcterms:created xsi:type="dcterms:W3CDTF">2010-06-21T13:06:00Z</dcterms:created>
  <dcterms:modified xsi:type="dcterms:W3CDTF">2010-06-22T16:58:00Z</dcterms:modified>
</cp:coreProperties>
</file>